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297300" w:rsidP="007B18B8">
      <w:pPr>
        <w:spacing w:after="180"/>
        <w:rPr>
          <w:b/>
          <w:sz w:val="44"/>
          <w:szCs w:val="44"/>
        </w:rPr>
      </w:pPr>
      <w:r>
        <w:rPr>
          <w:b/>
          <w:sz w:val="44"/>
          <w:szCs w:val="44"/>
        </w:rPr>
        <w:t xml:space="preserve">A particle model for </w:t>
      </w:r>
      <w:r w:rsidR="00935C51">
        <w:rPr>
          <w:b/>
          <w:sz w:val="44"/>
          <w:szCs w:val="44"/>
        </w:rPr>
        <w:t>the solid, liquid &amp; gas states</w:t>
      </w:r>
    </w:p>
    <w:p w:rsidR="007B18B8" w:rsidRDefault="007B18B8" w:rsidP="007B18B8">
      <w:pPr>
        <w:spacing w:after="180"/>
      </w:pPr>
    </w:p>
    <w:p w:rsidR="00297300" w:rsidRPr="00297300" w:rsidRDefault="00935C51" w:rsidP="00297300">
      <w:pPr>
        <w:spacing w:line="276" w:lineRule="auto"/>
      </w:pPr>
      <w:r>
        <w:t>All substances</w:t>
      </w:r>
      <w:r w:rsidR="00297300" w:rsidRPr="00297300">
        <w:t xml:space="preserve"> are made</w:t>
      </w:r>
      <w:r w:rsidR="00422AE4">
        <w:t xml:space="preserve"> of</w:t>
      </w:r>
      <w:r w:rsidR="00297300" w:rsidRPr="00297300">
        <w:t xml:space="preserve"> particles.</w:t>
      </w:r>
    </w:p>
    <w:p w:rsidR="00935C51" w:rsidRDefault="00297300" w:rsidP="00297300">
      <w:pPr>
        <w:spacing w:line="276" w:lineRule="auto"/>
      </w:pPr>
      <w:r w:rsidRPr="00297300">
        <w:t>A lot of particles are not shaped as a ball, but they are usually drawn as circles on diagrams</w:t>
      </w:r>
      <w:r w:rsidR="00935C51">
        <w:t>.</w:t>
      </w:r>
      <w:r w:rsidRPr="00297300">
        <w:t xml:space="preserve"> </w:t>
      </w:r>
    </w:p>
    <w:p w:rsidR="007B18B8" w:rsidRDefault="00297300" w:rsidP="00297300">
      <w:pPr>
        <w:spacing w:line="276" w:lineRule="auto"/>
      </w:pPr>
      <w:r w:rsidRPr="00297300">
        <w:t>This is just to make the diagrams clearer.</w:t>
      </w:r>
    </w:p>
    <w:p w:rsidR="00297300" w:rsidRDefault="00B25950" w:rsidP="00297300">
      <w:pPr>
        <w:spacing w:line="276" w:lineRule="auto"/>
        <w:jc w:val="center"/>
      </w:pPr>
      <w:r>
        <w:rPr>
          <w:noProof/>
          <w:lang w:eastAsia="en-GB"/>
        </w:rPr>
        <w:drawing>
          <wp:inline distT="0" distB="0" distL="0" distR="0">
            <wp:extent cx="3987720" cy="205200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D4C75A.tmp"/>
                    <pic:cNvPicPr/>
                  </pic:nvPicPr>
                  <pic:blipFill>
                    <a:blip r:embed="rId7">
                      <a:extLst>
                        <a:ext uri="{28A0092B-C50C-407E-A947-70E740481C1C}">
                          <a14:useLocalDpi xmlns:a14="http://schemas.microsoft.com/office/drawing/2010/main" val="0"/>
                        </a:ext>
                      </a:extLst>
                    </a:blip>
                    <a:stretch>
                      <a:fillRect/>
                    </a:stretch>
                  </pic:blipFill>
                  <pic:spPr>
                    <a:xfrm>
                      <a:off x="0" y="0"/>
                      <a:ext cx="3987720" cy="2052000"/>
                    </a:xfrm>
                    <a:prstGeom prst="rect">
                      <a:avLst/>
                    </a:prstGeom>
                  </pic:spPr>
                </pic:pic>
              </a:graphicData>
            </a:graphic>
          </wp:inline>
        </w:drawing>
      </w:r>
    </w:p>
    <w:p w:rsidR="00297300" w:rsidRPr="00297300" w:rsidRDefault="00297300" w:rsidP="00297300">
      <w:pPr>
        <w:spacing w:line="276" w:lineRule="auto"/>
        <w:jc w:val="right"/>
      </w:pPr>
      <w:r w:rsidRPr="00297300">
        <w:rPr>
          <w:lang w:val="en-US"/>
        </w:rPr>
        <w:t>(</w:t>
      </w:r>
      <w:r w:rsidR="001651F8">
        <w:rPr>
          <w:lang w:val="en-US"/>
        </w:rPr>
        <w:t>Particles do not really have different colours either</w:t>
      </w:r>
      <w:r w:rsidRPr="00297300">
        <w:rPr>
          <w:lang w:val="en-US"/>
        </w:rPr>
        <w:t>.)</w:t>
      </w:r>
    </w:p>
    <w:p w:rsidR="00297300" w:rsidRDefault="00297300" w:rsidP="00297300">
      <w:pPr>
        <w:spacing w:line="276" w:lineRule="auto"/>
      </w:pPr>
    </w:p>
    <w:p w:rsidR="00297300" w:rsidRDefault="00297300" w:rsidP="00297300">
      <w:pPr>
        <w:spacing w:line="276" w:lineRule="auto"/>
      </w:pPr>
    </w:p>
    <w:p w:rsidR="00935C51" w:rsidRDefault="00935C51" w:rsidP="00935C51">
      <w:pPr>
        <w:spacing w:line="276" w:lineRule="auto"/>
      </w:pPr>
      <w:r>
        <w:t xml:space="preserve">The diagrams in these questions </w:t>
      </w:r>
      <w:r w:rsidRPr="00935C51">
        <w:rPr>
          <w:b/>
        </w:rPr>
        <w:t xml:space="preserve">all </w:t>
      </w:r>
      <w:r>
        <w:t>show particles of water.</w:t>
      </w:r>
    </w:p>
    <w:p w:rsidR="00297300" w:rsidRPr="00201AC2" w:rsidRDefault="00297300" w:rsidP="00297300">
      <w:pPr>
        <w:spacing w:line="276" w:lineRule="auto"/>
        <w:rPr>
          <w:szCs w:val="18"/>
        </w:rPr>
      </w:pPr>
    </w:p>
    <w:p w:rsidR="00201AC2" w:rsidRDefault="00297300" w:rsidP="00717222">
      <w:pPr>
        <w:ind w:left="426" w:hanging="426"/>
        <w:rPr>
          <w:sz w:val="28"/>
        </w:rPr>
      </w:pPr>
      <w:r w:rsidRPr="00297300">
        <w:rPr>
          <w:b/>
          <w:bCs/>
          <w:sz w:val="28"/>
          <w:szCs w:val="18"/>
          <w:lang w:val="en-US"/>
        </w:rPr>
        <w:t>1.</w:t>
      </w:r>
      <w:r w:rsidRPr="00297300">
        <w:rPr>
          <w:sz w:val="28"/>
          <w:szCs w:val="18"/>
          <w:lang w:val="en-US"/>
        </w:rPr>
        <w:tab/>
        <w:t xml:space="preserve">Which is the best diagram to show the particles in </w:t>
      </w:r>
      <w:r w:rsidR="00935C51">
        <w:rPr>
          <w:sz w:val="28"/>
          <w:szCs w:val="18"/>
          <w:lang w:val="en-US"/>
        </w:rPr>
        <w:t>ice</w:t>
      </w:r>
      <w:r w:rsidRPr="00297300">
        <w:rPr>
          <w:sz w:val="28"/>
          <w:szCs w:val="18"/>
          <w:lang w:val="en-US"/>
        </w:rPr>
        <w:t>?</w:t>
      </w:r>
      <w:r w:rsidR="007B18B8" w:rsidRPr="00297300">
        <w:rPr>
          <w:sz w:val="28"/>
        </w:rPr>
        <w:tab/>
      </w:r>
    </w:p>
    <w:p w:rsidR="00717222" w:rsidRDefault="00717222" w:rsidP="00717222">
      <w:pPr>
        <w:ind w:left="426" w:hanging="426"/>
        <w:rPr>
          <w:sz w:val="28"/>
        </w:rPr>
      </w:pPr>
    </w:p>
    <w:p w:rsidR="00E37F0A" w:rsidRDefault="00E37F0A" w:rsidP="00717222">
      <w:pPr>
        <w:ind w:left="426" w:hanging="426"/>
        <w:rPr>
          <w:sz w:val="28"/>
        </w:rPr>
      </w:pPr>
      <w:r>
        <w:rPr>
          <w:noProof/>
          <w:sz w:val="28"/>
          <w:lang w:eastAsia="en-GB"/>
        </w:rPr>
        <w:drawing>
          <wp:anchor distT="0" distB="0" distL="114300" distR="114300" simplePos="0" relativeHeight="251667456" behindDoc="0" locked="0" layoutInCell="1" allowOverlap="1">
            <wp:simplePos x="0" y="0"/>
            <wp:positionH relativeFrom="column">
              <wp:posOffset>166255</wp:posOffset>
            </wp:positionH>
            <wp:positionV relativeFrom="paragraph">
              <wp:posOffset>13888</wp:posOffset>
            </wp:positionV>
            <wp:extent cx="5399405" cy="2469515"/>
            <wp:effectExtent l="0" t="0" r="0" b="698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9405" cy="2469515"/>
                    </a:xfrm>
                    <a:prstGeom prst="rect">
                      <a:avLst/>
                    </a:prstGeom>
                    <a:noFill/>
                  </pic:spPr>
                </pic:pic>
              </a:graphicData>
            </a:graphic>
          </wp:anchor>
        </w:drawing>
      </w: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r>
        <w:rPr>
          <w:noProof/>
          <w:sz w:val="28"/>
          <w:lang w:eastAsia="en-GB"/>
        </w:rPr>
        <mc:AlternateContent>
          <mc:Choice Requires="wpg">
            <w:drawing>
              <wp:anchor distT="0" distB="0" distL="114300" distR="114300" simplePos="0" relativeHeight="251668480" behindDoc="0" locked="0" layoutInCell="1" allowOverlap="1">
                <wp:simplePos x="0" y="0"/>
                <wp:positionH relativeFrom="column">
                  <wp:posOffset>173079</wp:posOffset>
                </wp:positionH>
                <wp:positionV relativeFrom="paragraph">
                  <wp:posOffset>94362</wp:posOffset>
                </wp:positionV>
                <wp:extent cx="4953663" cy="1507054"/>
                <wp:effectExtent l="0" t="0" r="0" b="0"/>
                <wp:wrapNone/>
                <wp:docPr id="82" name="Group 82"/>
                <wp:cNvGraphicFramePr/>
                <a:graphic xmlns:a="http://schemas.openxmlformats.org/drawingml/2006/main">
                  <a:graphicData uri="http://schemas.microsoft.com/office/word/2010/wordprocessingGroup">
                    <wpg:wgp>
                      <wpg:cNvGrpSpPr/>
                      <wpg:grpSpPr>
                        <a:xfrm>
                          <a:off x="0" y="0"/>
                          <a:ext cx="4953663" cy="1507054"/>
                          <a:chOff x="0" y="0"/>
                          <a:chExt cx="4953663" cy="1507054"/>
                        </a:xfrm>
                      </wpg:grpSpPr>
                      <wps:wsp>
                        <wps:cNvPr id="217" name="Text Box 2"/>
                        <wps:cNvSpPr txBox="1">
                          <a:spLocks noChangeArrowheads="1"/>
                        </wps:cNvSpPr>
                        <wps:spPr bwMode="auto">
                          <a:xfrm>
                            <a:off x="0" y="0"/>
                            <a:ext cx="2292350" cy="251460"/>
                          </a:xfrm>
                          <a:prstGeom prst="rect">
                            <a:avLst/>
                          </a:prstGeom>
                          <a:noFill/>
                          <a:ln w="9525">
                            <a:noFill/>
                            <a:miter lim="800000"/>
                            <a:headEnd/>
                            <a:tailEnd/>
                          </a:ln>
                        </wps:spPr>
                        <wps:txbx>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not moving. </w:t>
                              </w:r>
                            </w:p>
                            <w:p w:rsidR="00717222" w:rsidRDefault="00717222"/>
                          </w:txbxContent>
                        </wps:txbx>
                        <wps:bodyPr rot="0" vert="horz" wrap="square" lIns="91440" tIns="45720" rIns="91440" bIns="0" anchor="t" anchorCtr="0">
                          <a:noAutofit/>
                        </wps:bodyPr>
                      </wps:wsp>
                      <wps:wsp>
                        <wps:cNvPr id="79" name="Text Box 2"/>
                        <wps:cNvSpPr txBox="1">
                          <a:spLocks noChangeArrowheads="1"/>
                        </wps:cNvSpPr>
                        <wps:spPr bwMode="auto">
                          <a:xfrm>
                            <a:off x="2661313" y="0"/>
                            <a:ext cx="2292350" cy="251460"/>
                          </a:xfrm>
                          <a:prstGeom prst="rect">
                            <a:avLst/>
                          </a:prstGeom>
                          <a:noFill/>
                          <a:ln w="9525">
                            <a:noFill/>
                            <a:miter lim="800000"/>
                            <a:headEnd/>
                            <a:tailEnd/>
                          </a:ln>
                        </wps:spPr>
                        <wps:txbx>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vibrating on the spot.</w:t>
                              </w:r>
                              <w:r w:rsidR="005B551D">
                                <w:rPr>
                                  <w:rFonts w:asciiTheme="minorHAnsi" w:eastAsia="Verdana" w:hAnsi="Calibri" w:cstheme="minorBidi"/>
                                  <w:color w:val="0F243E" w:themeColor="text2" w:themeShade="80"/>
                                  <w:kern w:val="24"/>
                                  <w:sz w:val="22"/>
                                  <w:szCs w:val="22"/>
                                  <w:lang w:val="en-US"/>
                                </w:rPr>
                                <w:t xml:space="preserve"> </w:t>
                              </w:r>
                            </w:p>
                            <w:p w:rsidR="00717222" w:rsidRDefault="00717222" w:rsidP="00717222"/>
                          </w:txbxContent>
                        </wps:txbx>
                        <wps:bodyPr rot="0" vert="horz" wrap="square" lIns="91440" tIns="45720" rIns="91440" bIns="0" anchor="t" anchorCtr="0">
                          <a:noAutofit/>
                        </wps:bodyPr>
                      </wps:wsp>
                      <wps:wsp>
                        <wps:cNvPr id="80" name="Text Box 2"/>
                        <wps:cNvSpPr txBox="1">
                          <a:spLocks noChangeArrowheads="1"/>
                        </wps:cNvSpPr>
                        <wps:spPr bwMode="auto">
                          <a:xfrm>
                            <a:off x="0" y="1255594"/>
                            <a:ext cx="2292350" cy="251460"/>
                          </a:xfrm>
                          <a:prstGeom prst="rect">
                            <a:avLst/>
                          </a:prstGeom>
                          <a:noFill/>
                          <a:ln w="9525">
                            <a:noFill/>
                            <a:miter lim="800000"/>
                            <a:headEnd/>
                            <a:tailEnd/>
                          </a:ln>
                        </wps:spPr>
                        <wps:txbx>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717222" w:rsidRDefault="00717222" w:rsidP="00717222"/>
                          </w:txbxContent>
                        </wps:txbx>
                        <wps:bodyPr rot="0" vert="horz" wrap="square" lIns="91440" tIns="45720" rIns="91440" bIns="0" anchor="t" anchorCtr="0">
                          <a:noAutofit/>
                        </wps:bodyPr>
                      </wps:wsp>
                      <wps:wsp>
                        <wps:cNvPr id="81" name="Text Box 2"/>
                        <wps:cNvSpPr txBox="1">
                          <a:spLocks noChangeArrowheads="1"/>
                        </wps:cNvSpPr>
                        <wps:spPr bwMode="auto">
                          <a:xfrm>
                            <a:off x="2661313" y="1255594"/>
                            <a:ext cx="2292350" cy="251460"/>
                          </a:xfrm>
                          <a:prstGeom prst="rect">
                            <a:avLst/>
                          </a:prstGeom>
                          <a:noFill/>
                          <a:ln w="9525">
                            <a:noFill/>
                            <a:miter lim="800000"/>
                            <a:headEnd/>
                            <a:tailEnd/>
                          </a:ln>
                        </wps:spPr>
                        <wps:txbx>
                          <w:txbxContent>
                            <w:p w:rsidR="00717222" w:rsidRDefault="00717222" w:rsidP="00717222">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Particles not moving. </w:t>
                              </w:r>
                            </w:p>
                            <w:p w:rsidR="00717222" w:rsidRDefault="00717222" w:rsidP="00717222"/>
                          </w:txbxContent>
                        </wps:txbx>
                        <wps:bodyPr rot="0" vert="horz" wrap="square" lIns="91440" tIns="45720" rIns="91440" bIns="0" anchor="t" anchorCtr="0">
                          <a:noAutofit/>
                        </wps:bodyPr>
                      </wps:wsp>
                    </wpg:wgp>
                  </a:graphicData>
                </a:graphic>
              </wp:anchor>
            </w:drawing>
          </mc:Choice>
          <mc:Fallback>
            <w:pict>
              <v:group id="Group 82" o:spid="_x0000_s1026" style="position:absolute;left:0;text-align:left;margin-left:13.65pt;margin-top:7.45pt;width:390.05pt;height:118.65pt;z-index:251668480" coordsize="49536,15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">
                <v:shapetype id="_x0000_t202" coordsize="21600,21600" o:spt="202" path="m,l,21600r21600,l21600,xe">
                  <v:stroke joinstyle="miter"/>
                  <v:path gradientshapeok="t" o:connecttype="rect"/>
                </v:shapetype>
                <v:shape id="Text Box 2" o:spid="_x0000_s1027" type="#_x0000_t202" style="position:absolute;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" filled="f" stroked="f">
                  <v:textbox inset=",,,0">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not moving. </w:t>
                        </w:r>
                      </w:p>
                      <w:p w:rsidR="00717222" w:rsidRDefault="00717222"/>
                    </w:txbxContent>
                  </v:textbox>
                </v:shape>
                <v:shape id="Text Box 2" o:spid="_x0000_s1028" type="#_x0000_t202" style="position:absolute;left:26613;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" filled="f" stroked="f">
                  <v:textbox inset=",,,0">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vibrating on the spot.</w:t>
                        </w:r>
                        <w:r w:rsidR="005B551D">
                          <w:rPr>
                            <w:rFonts w:asciiTheme="minorHAnsi" w:eastAsia="Verdana" w:hAnsi="Calibri" w:cstheme="minorBidi"/>
                            <w:color w:val="0F243E" w:themeColor="text2" w:themeShade="80"/>
                            <w:kern w:val="24"/>
                            <w:sz w:val="22"/>
                            <w:szCs w:val="22"/>
                            <w:lang w:val="en-US"/>
                          </w:rPr>
                          <w:t xml:space="preserve"> </w:t>
                        </w:r>
                      </w:p>
                      <w:p w:rsidR="00717222" w:rsidRDefault="00717222" w:rsidP="00717222"/>
                    </w:txbxContent>
                  </v:textbox>
                </v:shape>
                <v:shape id="Text Box 2" o:spid="_x0000_s1029" type="#_x0000_t202" style="position:absolute;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" filled="f" stroked="f">
                  <v:textbox inset=",,,0">
                    <w:txbxContent>
                      <w:p w:rsidR="00717222" w:rsidRDefault="00717222" w:rsidP="00717222">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717222" w:rsidRDefault="00717222" w:rsidP="00717222"/>
                    </w:txbxContent>
                  </v:textbox>
                </v:shape>
                <v:shape id="Text Box 2" o:spid="_x0000_s1030" type="#_x0000_t202" style="position:absolute;left:26613;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" filled="f" stroked="f">
                  <v:textbox inset=",,,0">
                    <w:txbxContent>
                      <w:p w:rsidR="00717222" w:rsidRDefault="00717222" w:rsidP="00717222">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Particles not moving. </w:t>
                        </w:r>
                      </w:p>
                      <w:p w:rsidR="00717222" w:rsidRDefault="00717222" w:rsidP="00717222"/>
                    </w:txbxContent>
                  </v:textbox>
                </v:shape>
              </v:group>
            </w:pict>
          </mc:Fallback>
        </mc:AlternateContent>
      </w: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935C51" w:rsidRDefault="00935C51"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E37F0A">
      <w:pPr>
        <w:spacing w:after="180"/>
        <w:ind w:left="425" w:hanging="425"/>
        <w:rPr>
          <w:sz w:val="44"/>
        </w:rPr>
      </w:pPr>
    </w:p>
    <w:p w:rsidR="00E37F0A" w:rsidRPr="00B25950" w:rsidRDefault="00E37F0A" w:rsidP="00E37F0A">
      <w:pPr>
        <w:spacing w:after="180"/>
        <w:ind w:left="425" w:hanging="425"/>
        <w:rPr>
          <w:sz w:val="44"/>
        </w:rPr>
      </w:pPr>
    </w:p>
    <w:p w:rsidR="00B25950" w:rsidRDefault="00B25950" w:rsidP="00E37F0A">
      <w:pPr>
        <w:spacing w:after="180"/>
        <w:ind w:left="425" w:hanging="425"/>
      </w:pPr>
    </w:p>
    <w:p w:rsidR="00E37F0A" w:rsidRPr="00E37F0A" w:rsidRDefault="00E37F0A" w:rsidP="00E37F0A">
      <w:pPr>
        <w:ind w:left="426" w:hanging="426"/>
        <w:rPr>
          <w:sz w:val="28"/>
        </w:rPr>
      </w:pPr>
      <w:r w:rsidRPr="00E37F0A">
        <w:rPr>
          <w:b/>
          <w:bCs/>
          <w:sz w:val="28"/>
          <w:lang w:val="en-US"/>
        </w:rPr>
        <w:t>2.</w:t>
      </w:r>
      <w:r w:rsidRPr="00E37F0A">
        <w:rPr>
          <w:sz w:val="28"/>
          <w:lang w:val="en-US"/>
        </w:rPr>
        <w:tab/>
        <w:t xml:space="preserve">Which is the best diagram to show the particles in </w:t>
      </w:r>
      <w:r w:rsidR="00935C51" w:rsidRPr="00935C51">
        <w:rPr>
          <w:b/>
          <w:sz w:val="28"/>
          <w:lang w:val="en-US"/>
        </w:rPr>
        <w:t>water</w:t>
      </w:r>
      <w:r w:rsidRPr="00E37F0A">
        <w:rPr>
          <w:sz w:val="28"/>
          <w:lang w:val="en-US"/>
        </w:rPr>
        <w:t>?</w:t>
      </w:r>
    </w:p>
    <w:p w:rsidR="00E37F0A" w:rsidRDefault="00E37F0A" w:rsidP="00717222">
      <w:pPr>
        <w:ind w:left="426" w:hanging="426"/>
        <w:rPr>
          <w:sz w:val="28"/>
        </w:rPr>
      </w:pPr>
    </w:p>
    <w:p w:rsidR="00E37F0A" w:rsidRDefault="001651F8" w:rsidP="00717222">
      <w:pPr>
        <w:ind w:left="426" w:hanging="426"/>
        <w:rPr>
          <w:sz w:val="28"/>
        </w:rPr>
      </w:pPr>
      <w:r>
        <w:rPr>
          <w:noProof/>
          <w:sz w:val="28"/>
          <w:lang w:eastAsia="en-GB"/>
        </w:rPr>
        <mc:AlternateContent>
          <mc:Choice Requires="wpg">
            <w:drawing>
              <wp:anchor distT="0" distB="0" distL="114300" distR="114300" simplePos="0" relativeHeight="251671552" behindDoc="0" locked="0" layoutInCell="1" allowOverlap="1">
                <wp:simplePos x="0" y="0"/>
                <wp:positionH relativeFrom="column">
                  <wp:posOffset>143301</wp:posOffset>
                </wp:positionH>
                <wp:positionV relativeFrom="paragraph">
                  <wp:posOffset>13240</wp:posOffset>
                </wp:positionV>
                <wp:extent cx="5419877" cy="2469515"/>
                <wp:effectExtent l="0" t="0" r="9525" b="6985"/>
                <wp:wrapNone/>
                <wp:docPr id="195" name="Group 195"/>
                <wp:cNvGraphicFramePr/>
                <a:graphic xmlns:a="http://schemas.openxmlformats.org/drawingml/2006/main">
                  <a:graphicData uri="http://schemas.microsoft.com/office/word/2010/wordprocessingGroup">
                    <wpg:wgp>
                      <wpg:cNvGrpSpPr/>
                      <wpg:grpSpPr>
                        <a:xfrm>
                          <a:off x="0" y="0"/>
                          <a:ext cx="5419877" cy="2469515"/>
                          <a:chOff x="0" y="0"/>
                          <a:chExt cx="5419877" cy="2469515"/>
                        </a:xfrm>
                      </wpg:grpSpPr>
                      <pic:pic xmlns:pic="http://schemas.openxmlformats.org/drawingml/2006/picture">
                        <pic:nvPicPr>
                          <pic:cNvPr id="194" name="Picture 19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0472" y="0"/>
                            <a:ext cx="5399405" cy="2469515"/>
                          </a:xfrm>
                          <a:prstGeom prst="rect">
                            <a:avLst/>
                          </a:prstGeom>
                          <a:noFill/>
                        </pic:spPr>
                      </pic:pic>
                      <wpg:grpSp>
                        <wpg:cNvPr id="84" name="Group 84"/>
                        <wpg:cNvGrpSpPr/>
                        <wpg:grpSpPr>
                          <a:xfrm>
                            <a:off x="0" y="948520"/>
                            <a:ext cx="4953663" cy="1507054"/>
                            <a:chOff x="0" y="0"/>
                            <a:chExt cx="4953663" cy="1507054"/>
                          </a:xfrm>
                        </wpg:grpSpPr>
                        <wps:wsp>
                          <wps:cNvPr id="85" name="Text Box 2"/>
                          <wps:cNvSpPr txBox="1">
                            <a:spLocks noChangeArrowheads="1"/>
                          </wps:cNvSpPr>
                          <wps:spPr bwMode="auto">
                            <a:xfrm>
                              <a:off x="0" y="0"/>
                              <a:ext cx="2292350" cy="251460"/>
                            </a:xfrm>
                            <a:prstGeom prst="rect">
                              <a:avLst/>
                            </a:prstGeom>
                            <a:noFill/>
                            <a:ln w="9525">
                              <a:noFill/>
                              <a:miter lim="800000"/>
                              <a:headEnd/>
                              <a:tailEnd/>
                            </a:ln>
                          </wps:spPr>
                          <wps:txbx>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vibrating on the spot. </w:t>
                                </w:r>
                              </w:p>
                              <w:p w:rsidR="00E37F0A" w:rsidRDefault="00E37F0A" w:rsidP="00E37F0A"/>
                            </w:txbxContent>
                          </wps:txbx>
                          <wps:bodyPr rot="0" vert="horz" wrap="square" lIns="91440" tIns="45720" rIns="91440" bIns="0" anchor="t" anchorCtr="0">
                            <a:noAutofit/>
                          </wps:bodyPr>
                        </wps:wsp>
                        <wps:wsp>
                          <wps:cNvPr id="86" name="Text Box 2"/>
                          <wps:cNvSpPr txBox="1">
                            <a:spLocks noChangeArrowheads="1"/>
                          </wps:cNvSpPr>
                          <wps:spPr bwMode="auto">
                            <a:xfrm>
                              <a:off x="2661313" y="0"/>
                              <a:ext cx="2292350" cy="251460"/>
                            </a:xfrm>
                            <a:prstGeom prst="rect">
                              <a:avLst/>
                            </a:prstGeom>
                            <a:noFill/>
                            <a:ln w="9525">
                              <a:noFill/>
                              <a:miter lim="800000"/>
                              <a:headEnd/>
                              <a:tailEnd/>
                            </a:ln>
                          </wps:spPr>
                          <wps:txbx>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sidR="001651F8">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E37F0A" w:rsidRDefault="00E37F0A" w:rsidP="00E37F0A"/>
                            </w:txbxContent>
                          </wps:txbx>
                          <wps:bodyPr rot="0" vert="horz" wrap="square" lIns="91440" tIns="45720" rIns="91440" bIns="0" anchor="t" anchorCtr="0">
                            <a:noAutofit/>
                          </wps:bodyPr>
                        </wps:wsp>
                        <wps:wsp>
                          <wps:cNvPr id="87" name="Text Box 2"/>
                          <wps:cNvSpPr txBox="1">
                            <a:spLocks noChangeArrowheads="1"/>
                          </wps:cNvSpPr>
                          <wps:spPr bwMode="auto">
                            <a:xfrm>
                              <a:off x="0" y="1255594"/>
                              <a:ext cx="2292350" cy="251460"/>
                            </a:xfrm>
                            <a:prstGeom prst="rect">
                              <a:avLst/>
                            </a:prstGeom>
                            <a:noFill/>
                            <a:ln w="9525">
                              <a:noFill/>
                              <a:miter lim="800000"/>
                              <a:headEnd/>
                              <a:tailEnd/>
                            </a:ln>
                          </wps:spPr>
                          <wps:txbx>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E37F0A" w:rsidRDefault="00E37F0A" w:rsidP="00E37F0A"/>
                            </w:txbxContent>
                          </wps:txbx>
                          <wps:bodyPr rot="0" vert="horz" wrap="square" lIns="91440" tIns="45720" rIns="91440" bIns="0" anchor="t" anchorCtr="0">
                            <a:noAutofit/>
                          </wps:bodyPr>
                        </wps:wsp>
                        <wps:wsp>
                          <wps:cNvPr id="88" name="Text Box 2"/>
                          <wps:cNvSpPr txBox="1">
                            <a:spLocks noChangeArrowheads="1"/>
                          </wps:cNvSpPr>
                          <wps:spPr bwMode="auto">
                            <a:xfrm>
                              <a:off x="2661313" y="1255594"/>
                              <a:ext cx="2292350" cy="251460"/>
                            </a:xfrm>
                            <a:prstGeom prst="rect">
                              <a:avLst/>
                            </a:prstGeom>
                            <a:noFill/>
                            <a:ln w="9525">
                              <a:noFill/>
                              <a:miter lim="800000"/>
                              <a:headEnd/>
                              <a:tailEnd/>
                            </a:ln>
                          </wps:spPr>
                          <wps:txbx>
                            <w:txbxContent>
                              <w:p w:rsidR="00E37F0A" w:rsidRDefault="00E37F0A" w:rsidP="001651F8">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w:t>
                                </w:r>
                                <w:r w:rsidR="001651F8">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txbxContent>
                          </wps:txbx>
                          <wps:bodyPr rot="0" vert="horz" wrap="square" lIns="91440" tIns="45720" rIns="91440" bIns="0" anchor="t" anchorCtr="0">
                            <a:noAutofit/>
                          </wps:bodyPr>
                        </wps:wsp>
                      </wpg:grpSp>
                    </wpg:wgp>
                  </a:graphicData>
                </a:graphic>
              </wp:anchor>
            </w:drawing>
          </mc:Choice>
          <mc:Fallback>
            <w:pict>
              <v:group id="Group 195" o:spid="_x0000_s1031" style="position:absolute;left:0;text-align:left;margin-left:11.3pt;margin-top:1.05pt;width:426.75pt;height:194.45pt;z-index:251671552" coordsize="54198,24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&#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 o:spid="_x0000_s1032" type="#_x0000_t75" style="position:absolute;left:204;width:53994;height:24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">
                  <v:imagedata r:id="rId10" o:title=""/>
                  <v:path arrowok="t"/>
                </v:shape>
                <v:group id="Group 84" o:spid="_x0000_s1033" style="position:absolute;top:9485;width:49536;height:15070" coordsize="49536,15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Text Box 2" o:spid="_x0000_s1034" type="#_x0000_t202" style="position:absolute;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" filled="f" stroked="f">
                    <v:textbox inset=",,,0">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vibrating on the spot. </w:t>
                          </w:r>
                        </w:p>
                        <w:p w:rsidR="00E37F0A" w:rsidRDefault="00E37F0A" w:rsidP="00E37F0A"/>
                      </w:txbxContent>
                    </v:textbox>
                  </v:shape>
                  <v:shape id="Text Box 2" o:spid="_x0000_s1035" type="#_x0000_t202" style="position:absolute;left:26613;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" filled="f" stroked="f">
                    <v:textbox inset=",,,0">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sidR="001651F8">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E37F0A" w:rsidRDefault="00E37F0A" w:rsidP="00E37F0A"/>
                      </w:txbxContent>
                    </v:textbox>
                  </v:shape>
                  <v:shape id="Text Box 2" o:spid="_x0000_s1036" type="#_x0000_t202" style="position:absolute;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" filled="f" stroked="f">
                    <v:textbox inset=",,,0">
                      <w:txbxContent>
                        <w:p w:rsidR="00E37F0A" w:rsidRDefault="00E37F0A" w:rsidP="00E37F0A">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E37F0A" w:rsidRDefault="00E37F0A" w:rsidP="00E37F0A"/>
                      </w:txbxContent>
                    </v:textbox>
                  </v:shape>
                  <v:shape id="Text Box 2" o:spid="_x0000_s1037" type="#_x0000_t202" style="position:absolute;left:26613;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" filled="f" stroked="f">
                    <v:textbox inset=",,,0">
                      <w:txbxContent>
                        <w:p w:rsidR="00E37F0A" w:rsidRDefault="00E37F0A" w:rsidP="001651F8">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w:t>
                          </w:r>
                          <w:r w:rsidR="001651F8">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txbxContent>
                    </v:textbox>
                  </v:shape>
                </v:group>
              </v:group>
            </w:pict>
          </mc:Fallback>
        </mc:AlternateContent>
      </w: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Default="00E37F0A" w:rsidP="00717222">
      <w:pPr>
        <w:ind w:left="426" w:hanging="426"/>
        <w:rPr>
          <w:sz w:val="28"/>
        </w:rPr>
      </w:pPr>
    </w:p>
    <w:p w:rsidR="00E37F0A" w:rsidRPr="00E37F0A" w:rsidRDefault="00E37F0A" w:rsidP="00717222">
      <w:pPr>
        <w:ind w:left="426" w:hanging="426"/>
        <w:rPr>
          <w:sz w:val="28"/>
        </w:rPr>
      </w:pPr>
    </w:p>
    <w:p w:rsidR="00E37F0A" w:rsidRDefault="00E37F0A" w:rsidP="00717222">
      <w:pPr>
        <w:ind w:left="426" w:hanging="426"/>
        <w:rPr>
          <w:sz w:val="28"/>
        </w:rPr>
      </w:pPr>
    </w:p>
    <w:p w:rsidR="001651F8" w:rsidRDefault="001651F8" w:rsidP="00717222">
      <w:pPr>
        <w:ind w:left="426" w:hanging="426"/>
        <w:rPr>
          <w:sz w:val="28"/>
        </w:rPr>
      </w:pPr>
    </w:p>
    <w:p w:rsidR="001651F8" w:rsidRDefault="001651F8" w:rsidP="00717222">
      <w:pPr>
        <w:ind w:left="426" w:hanging="426"/>
        <w:rPr>
          <w:sz w:val="28"/>
        </w:rPr>
      </w:pPr>
    </w:p>
    <w:p w:rsidR="001651F8" w:rsidRDefault="001651F8" w:rsidP="00717222">
      <w:pPr>
        <w:ind w:left="426" w:hanging="426"/>
        <w:rPr>
          <w:sz w:val="28"/>
        </w:rPr>
      </w:pPr>
    </w:p>
    <w:p w:rsidR="001651F8" w:rsidRDefault="001651F8" w:rsidP="00717222">
      <w:pPr>
        <w:ind w:left="426" w:hanging="426"/>
        <w:rPr>
          <w:sz w:val="28"/>
        </w:rPr>
      </w:pPr>
    </w:p>
    <w:p w:rsidR="001651F8" w:rsidRDefault="001651F8" w:rsidP="00717222">
      <w:pPr>
        <w:ind w:left="426" w:hanging="426"/>
        <w:rPr>
          <w:sz w:val="28"/>
        </w:rPr>
      </w:pPr>
    </w:p>
    <w:p w:rsidR="001651F8" w:rsidRDefault="001651F8" w:rsidP="00717222">
      <w:pPr>
        <w:ind w:left="426" w:hanging="426"/>
        <w:rPr>
          <w:sz w:val="28"/>
        </w:rPr>
      </w:pPr>
    </w:p>
    <w:p w:rsidR="001651F8" w:rsidRDefault="001651F8" w:rsidP="001651F8">
      <w:pPr>
        <w:spacing w:before="120"/>
        <w:ind w:left="425" w:hanging="425"/>
        <w:rPr>
          <w:sz w:val="28"/>
          <w:lang w:val="en-US"/>
        </w:rPr>
      </w:pPr>
      <w:r w:rsidRPr="001651F8">
        <w:rPr>
          <w:b/>
          <w:bCs/>
          <w:sz w:val="28"/>
          <w:lang w:val="en-US"/>
        </w:rPr>
        <w:t>3.</w:t>
      </w:r>
      <w:r w:rsidRPr="001651F8">
        <w:rPr>
          <w:sz w:val="28"/>
          <w:lang w:val="en-US"/>
        </w:rPr>
        <w:tab/>
        <w:t xml:space="preserve">Which is the best diagram to show the particles in </w:t>
      </w:r>
      <w:r w:rsidR="00935C51" w:rsidRPr="00935C51">
        <w:rPr>
          <w:b/>
          <w:sz w:val="28"/>
          <w:lang w:val="en-US"/>
        </w:rPr>
        <w:t>steam</w:t>
      </w:r>
      <w:r w:rsidRPr="001651F8">
        <w:rPr>
          <w:sz w:val="28"/>
          <w:lang w:val="en-US"/>
        </w:rPr>
        <w:t>?</w:t>
      </w:r>
    </w:p>
    <w:p w:rsidR="001651F8" w:rsidRDefault="001651F8" w:rsidP="001651F8">
      <w:pPr>
        <w:ind w:left="426" w:hanging="426"/>
        <w:rPr>
          <w:sz w:val="28"/>
        </w:rPr>
      </w:pPr>
    </w:p>
    <w:p w:rsidR="001651F8" w:rsidRDefault="001651F8" w:rsidP="001651F8">
      <w:pPr>
        <w:ind w:left="426" w:hanging="426"/>
        <w:rPr>
          <w:sz w:val="28"/>
        </w:rPr>
      </w:pPr>
      <w:r>
        <w:rPr>
          <w:noProof/>
          <w:sz w:val="28"/>
          <w:lang w:eastAsia="en-GB"/>
        </w:rPr>
        <mc:AlternateContent>
          <mc:Choice Requires="wpg">
            <w:drawing>
              <wp:anchor distT="0" distB="0" distL="114300" distR="114300" simplePos="0" relativeHeight="251675648" behindDoc="0" locked="0" layoutInCell="1" allowOverlap="1">
                <wp:simplePos x="0" y="0"/>
                <wp:positionH relativeFrom="column">
                  <wp:posOffset>135172</wp:posOffset>
                </wp:positionH>
                <wp:positionV relativeFrom="paragraph">
                  <wp:posOffset>7565</wp:posOffset>
                </wp:positionV>
                <wp:extent cx="5431210" cy="2469515"/>
                <wp:effectExtent l="0" t="0" r="0" b="6985"/>
                <wp:wrapNone/>
                <wp:docPr id="205" name="Group 205"/>
                <wp:cNvGraphicFramePr/>
                <a:graphic xmlns:a="http://schemas.openxmlformats.org/drawingml/2006/main">
                  <a:graphicData uri="http://schemas.microsoft.com/office/word/2010/wordprocessingGroup">
                    <wpg:wgp>
                      <wpg:cNvGrpSpPr/>
                      <wpg:grpSpPr>
                        <a:xfrm>
                          <a:off x="0" y="0"/>
                          <a:ext cx="5431210" cy="2469515"/>
                          <a:chOff x="0" y="0"/>
                          <a:chExt cx="5431210" cy="2469515"/>
                        </a:xfrm>
                      </wpg:grpSpPr>
                      <pic:pic xmlns:pic="http://schemas.openxmlformats.org/drawingml/2006/picture">
                        <pic:nvPicPr>
                          <pic:cNvPr id="199" name="Picture 199"/>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1805" y="0"/>
                            <a:ext cx="5399405" cy="2469515"/>
                          </a:xfrm>
                          <a:prstGeom prst="rect">
                            <a:avLst/>
                          </a:prstGeom>
                          <a:noFill/>
                        </pic:spPr>
                      </pic:pic>
                      <wpg:grpSp>
                        <wpg:cNvPr id="200" name="Group 200"/>
                        <wpg:cNvGrpSpPr/>
                        <wpg:grpSpPr>
                          <a:xfrm>
                            <a:off x="0" y="946205"/>
                            <a:ext cx="4953663" cy="1507054"/>
                            <a:chOff x="0" y="0"/>
                            <a:chExt cx="4953663" cy="1507054"/>
                          </a:xfrm>
                        </wpg:grpSpPr>
                        <wps:wsp>
                          <wps:cNvPr id="201" name="Text Box 2"/>
                          <wps:cNvSpPr txBox="1">
                            <a:spLocks noChangeArrowheads="1"/>
                          </wps:cNvSpPr>
                          <wps:spPr bwMode="auto">
                            <a:xfrm>
                              <a:off x="0" y="0"/>
                              <a:ext cx="2292350" cy="251460"/>
                            </a:xfrm>
                            <a:prstGeom prst="rect">
                              <a:avLst/>
                            </a:prstGeom>
                            <a:noFill/>
                            <a:ln w="9525">
                              <a:noFill/>
                              <a:miter lim="800000"/>
                              <a:headEnd/>
                              <a:tailEnd/>
                            </a:ln>
                          </wps:spPr>
                          <wps:txbx>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not moving. </w:t>
                                </w:r>
                              </w:p>
                              <w:p w:rsidR="001651F8" w:rsidRDefault="001651F8" w:rsidP="001651F8"/>
                            </w:txbxContent>
                          </wps:txbx>
                          <wps:bodyPr rot="0" vert="horz" wrap="square" lIns="91440" tIns="45720" rIns="91440" bIns="0" anchor="t" anchorCtr="0">
                            <a:noAutofit/>
                          </wps:bodyPr>
                        </wps:wsp>
                        <wps:wsp>
                          <wps:cNvPr id="202" name="Text Box 2"/>
                          <wps:cNvSpPr txBox="1">
                            <a:spLocks noChangeArrowheads="1"/>
                          </wps:cNvSpPr>
                          <wps:spPr bwMode="auto">
                            <a:xfrm>
                              <a:off x="2661313" y="0"/>
                              <a:ext cx="2292350" cy="251460"/>
                            </a:xfrm>
                            <a:prstGeom prst="rect">
                              <a:avLst/>
                            </a:prstGeom>
                            <a:noFill/>
                            <a:ln w="9525">
                              <a:noFill/>
                              <a:miter lim="800000"/>
                              <a:headEnd/>
                              <a:tailEnd/>
                            </a:ln>
                          </wps:spPr>
                          <wps:txbx>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1651F8" w:rsidRDefault="001651F8" w:rsidP="001651F8"/>
                            </w:txbxContent>
                          </wps:txbx>
                          <wps:bodyPr rot="0" vert="horz" wrap="square" lIns="91440" tIns="45720" rIns="91440" bIns="0" anchor="t" anchorCtr="0">
                            <a:noAutofit/>
                          </wps:bodyPr>
                        </wps:wsp>
                        <wps:wsp>
                          <wps:cNvPr id="203" name="Text Box 2"/>
                          <wps:cNvSpPr txBox="1">
                            <a:spLocks noChangeArrowheads="1"/>
                          </wps:cNvSpPr>
                          <wps:spPr bwMode="auto">
                            <a:xfrm>
                              <a:off x="0" y="1255594"/>
                              <a:ext cx="2292350" cy="251460"/>
                            </a:xfrm>
                            <a:prstGeom prst="rect">
                              <a:avLst/>
                            </a:prstGeom>
                            <a:noFill/>
                            <a:ln w="9525">
                              <a:noFill/>
                              <a:miter lim="800000"/>
                              <a:headEnd/>
                              <a:tailEnd/>
                            </a:ln>
                          </wps:spPr>
                          <wps:txbx>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not moving.</w:t>
                                </w:r>
                              </w:p>
                              <w:p w:rsidR="001651F8" w:rsidRDefault="001651F8" w:rsidP="001651F8"/>
                            </w:txbxContent>
                          </wps:txbx>
                          <wps:bodyPr rot="0" vert="horz" wrap="square" lIns="91440" tIns="45720" rIns="91440" bIns="0" anchor="t" anchorCtr="0">
                            <a:noAutofit/>
                          </wps:bodyPr>
                        </wps:wsp>
                        <wps:wsp>
                          <wps:cNvPr id="204" name="Text Box 2"/>
                          <wps:cNvSpPr txBox="1">
                            <a:spLocks noChangeArrowheads="1"/>
                          </wps:cNvSpPr>
                          <wps:spPr bwMode="auto">
                            <a:xfrm>
                              <a:off x="2661313" y="1255594"/>
                              <a:ext cx="2292350" cy="251460"/>
                            </a:xfrm>
                            <a:prstGeom prst="rect">
                              <a:avLst/>
                            </a:prstGeom>
                            <a:noFill/>
                            <a:ln w="9525">
                              <a:noFill/>
                              <a:miter lim="800000"/>
                              <a:headEnd/>
                              <a:tailEnd/>
                            </a:ln>
                          </wps:spPr>
                          <wps:txbx>
                            <w:txbxContent>
                              <w:p w:rsidR="001651F8" w:rsidRDefault="001651F8" w:rsidP="001651F8">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Particles moving freely. </w:t>
                                </w:r>
                              </w:p>
                              <w:p w:rsidR="001651F8" w:rsidRDefault="001651F8" w:rsidP="001651F8"/>
                            </w:txbxContent>
                          </wps:txbx>
                          <wps:bodyPr rot="0" vert="horz" wrap="square" lIns="91440" tIns="45720" rIns="91440" bIns="0" anchor="t" anchorCtr="0">
                            <a:noAutofit/>
                          </wps:bodyPr>
                        </wps:wsp>
                      </wpg:grpSp>
                    </wpg:wgp>
                  </a:graphicData>
                </a:graphic>
              </wp:anchor>
            </w:drawing>
          </mc:Choice>
          <mc:Fallback>
            <w:pict>
              <v:group id="Group 205" o:spid="_x0000_s1038" style="position:absolute;left:0;text-align:left;margin-left:10.65pt;margin-top:.6pt;width:427.65pt;height:194.45pt;z-index:251675648" coordsize="54312,24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">
                <v:shape id="Picture 199" o:spid="_x0000_s1039" type="#_x0000_t75" style="position:absolute;left:318;width:53994;height:24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">
                  <v:imagedata r:id="rId12" o:title=""/>
                  <v:path arrowok="t"/>
                </v:shape>
                <v:group id="Group 200" o:spid="_x0000_s1040" style="position:absolute;top:9462;width:49536;height:15070" coordsize="49536,15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Text Box 2" o:spid="_x0000_s1041" type="#_x0000_t202" style="position:absolute;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" filled="f" stroked="f">
                    <v:textbox inset=",,,0">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A</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Particles not moving. </w:t>
                          </w:r>
                        </w:p>
                        <w:p w:rsidR="001651F8" w:rsidRDefault="001651F8" w:rsidP="001651F8"/>
                      </w:txbxContent>
                    </v:textbox>
                  </v:shape>
                  <v:shape id="Text Box 2" o:spid="_x0000_s1042" type="#_x0000_t202" style="position:absolute;left:26613;width:22923;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" filled="f" stroked="f">
                    <v:textbox inset=",,,0">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B</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moving freely.</w:t>
                          </w:r>
                          <w:r w:rsidR="005B551D">
                            <w:rPr>
                              <w:rFonts w:asciiTheme="minorHAnsi" w:eastAsia="Verdana" w:hAnsi="Calibri" w:cstheme="minorBidi"/>
                              <w:color w:val="0F243E" w:themeColor="text2" w:themeShade="80"/>
                              <w:kern w:val="24"/>
                              <w:sz w:val="22"/>
                              <w:szCs w:val="22"/>
                              <w:lang w:val="en-US"/>
                            </w:rPr>
                            <w:t xml:space="preserve"> </w:t>
                          </w:r>
                        </w:p>
                        <w:p w:rsidR="001651F8" w:rsidRDefault="001651F8" w:rsidP="001651F8"/>
                      </w:txbxContent>
                    </v:textbox>
                  </v:shape>
                  <v:shape id="Text Box 2" o:spid="_x0000_s1043" type="#_x0000_t202" style="position:absolute;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" filled="f" stroked="f">
                    <v:textbox inset=",,,0">
                      <w:txbxContent>
                        <w:p w:rsidR="001651F8" w:rsidRDefault="001651F8" w:rsidP="001651F8">
                          <w:pPr>
                            <w:pStyle w:val="NormalWeb"/>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C</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Particles not moving.</w:t>
                          </w:r>
                        </w:p>
                        <w:p w:rsidR="001651F8" w:rsidRDefault="001651F8" w:rsidP="001651F8"/>
                      </w:txbxContent>
                    </v:textbox>
                  </v:shape>
                  <v:shape id="Text Box 2" o:spid="_x0000_s1044" type="#_x0000_t202" style="position:absolute;left:26613;top:12555;width:2292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" filled="f" stroked="f">
                    <v:textbox inset=",,,0">
                      <w:txbxContent>
                        <w:p w:rsidR="001651F8" w:rsidRDefault="001651F8" w:rsidP="001651F8">
                          <w:pPr>
                            <w:pStyle w:val="NormalWeb"/>
                            <w:tabs>
                              <w:tab w:val="left" w:pos="3119"/>
                            </w:tabs>
                            <w:spacing w:before="0" w:beforeAutospacing="0" w:after="0" w:afterAutospacing="0"/>
                            <w:ind w:left="426" w:hanging="426"/>
                          </w:pPr>
                          <w:r>
                            <w:rPr>
                              <w:rFonts w:asciiTheme="minorHAnsi" w:eastAsia="Verdana" w:hAnsi="Calibri" w:cstheme="minorBidi"/>
                              <w:b/>
                              <w:bCs/>
                              <w:color w:val="0F243E" w:themeColor="text2" w:themeShade="80"/>
                              <w:kern w:val="24"/>
                              <w:sz w:val="22"/>
                              <w:szCs w:val="22"/>
                              <w:lang w:val="en-US"/>
                            </w:rPr>
                            <w:t>D</w:t>
                          </w:r>
                          <w:r>
                            <w:rPr>
                              <w:rFonts w:asciiTheme="minorHAnsi" w:eastAsia="Verdana" w:hAnsi="Calibri" w:cstheme="minorBidi"/>
                              <w:b/>
                              <w:bCs/>
                              <w:color w:val="0F243E" w:themeColor="text2" w:themeShade="80"/>
                              <w:kern w:val="24"/>
                              <w:sz w:val="22"/>
                              <w:szCs w:val="22"/>
                              <w:lang w:val="en-US"/>
                            </w:rPr>
                            <w:tab/>
                          </w:r>
                          <w:r>
                            <w:rPr>
                              <w:rFonts w:asciiTheme="minorHAnsi" w:eastAsia="Verdana" w:hAnsi="Calibri" w:cstheme="minorBidi"/>
                              <w:color w:val="0F243E" w:themeColor="text2" w:themeShade="80"/>
                              <w:kern w:val="24"/>
                              <w:sz w:val="22"/>
                              <w:szCs w:val="22"/>
                              <w:lang w:val="en-US"/>
                            </w:rPr>
                            <w:t xml:space="preserve"> Particles moving freely. </w:t>
                          </w:r>
                        </w:p>
                        <w:p w:rsidR="001651F8" w:rsidRDefault="001651F8" w:rsidP="001651F8"/>
                      </w:txbxContent>
                    </v:textbox>
                  </v:shape>
                </v:group>
              </v:group>
            </w:pict>
          </mc:Fallback>
        </mc:AlternateContent>
      </w:r>
    </w:p>
    <w:p w:rsidR="001651F8" w:rsidRDefault="001651F8" w:rsidP="001651F8">
      <w:pPr>
        <w:ind w:left="426" w:hanging="426"/>
        <w:rPr>
          <w:sz w:val="28"/>
        </w:rPr>
      </w:pPr>
    </w:p>
    <w:p w:rsidR="001651F8" w:rsidRDefault="001651F8" w:rsidP="001651F8">
      <w:pPr>
        <w:ind w:left="426" w:hanging="426"/>
        <w:rPr>
          <w:sz w:val="28"/>
        </w:rPr>
      </w:pPr>
    </w:p>
    <w:p w:rsidR="001651F8" w:rsidRDefault="001651F8" w:rsidP="001651F8">
      <w:pPr>
        <w:ind w:left="426" w:hanging="426"/>
        <w:rPr>
          <w:sz w:val="28"/>
        </w:rPr>
      </w:pPr>
    </w:p>
    <w:p w:rsidR="001651F8" w:rsidRPr="001651F8" w:rsidRDefault="001651F8" w:rsidP="001651F8">
      <w:pPr>
        <w:ind w:left="426" w:hanging="426"/>
        <w:rPr>
          <w:sz w:val="28"/>
        </w:rPr>
      </w:pPr>
    </w:p>
    <w:p w:rsidR="001651F8" w:rsidRPr="00717222" w:rsidRDefault="001651F8" w:rsidP="00717222">
      <w:pPr>
        <w:ind w:left="426" w:hanging="426"/>
        <w:rPr>
          <w:sz w:val="28"/>
        </w:rPr>
      </w:pPr>
    </w:p>
    <w:p w:rsidR="00201AC2" w:rsidRPr="00201AC2" w:rsidRDefault="00201AC2" w:rsidP="00297300">
      <w:pPr>
        <w:spacing w:after="240"/>
        <w:jc w:val="center"/>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DF470E">
        <w:rPr>
          <w:i/>
          <w:sz w:val="18"/>
          <w:szCs w:val="18"/>
        </w:rPr>
        <w:t>MA</w:t>
      </w:r>
      <w:r w:rsidR="0007651D">
        <w:rPr>
          <w:i/>
          <w:sz w:val="18"/>
          <w:szCs w:val="18"/>
        </w:rPr>
        <w:t xml:space="preserve">: </w:t>
      </w:r>
      <w:r w:rsidR="00DF470E">
        <w:rPr>
          <w:i/>
          <w:sz w:val="18"/>
          <w:szCs w:val="18"/>
        </w:rPr>
        <w:t>Matter</w:t>
      </w:r>
      <w:r w:rsidR="0007651D">
        <w:rPr>
          <w:i/>
          <w:sz w:val="18"/>
          <w:szCs w:val="18"/>
        </w:rPr>
        <w:t xml:space="preserve"> &gt; Topic </w:t>
      </w:r>
      <w:r>
        <w:rPr>
          <w:i/>
          <w:sz w:val="18"/>
          <w:szCs w:val="18"/>
        </w:rPr>
        <w:t>P</w:t>
      </w:r>
      <w:r w:rsidR="00DF470E">
        <w:rPr>
          <w:i/>
          <w:sz w:val="18"/>
          <w:szCs w:val="18"/>
        </w:rPr>
        <w:t>MA3</w:t>
      </w:r>
      <w:r w:rsidR="0007651D">
        <w:rPr>
          <w:i/>
          <w:sz w:val="18"/>
          <w:szCs w:val="18"/>
        </w:rPr>
        <w:t xml:space="preserve">: </w:t>
      </w:r>
      <w:r w:rsidR="00DF470E">
        <w:rPr>
          <w:i/>
          <w:sz w:val="18"/>
          <w:szCs w:val="18"/>
        </w:rPr>
        <w:t>Energy of moving particles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DF470E">
        <w:rPr>
          <w:i/>
          <w:sz w:val="18"/>
          <w:szCs w:val="18"/>
        </w:rPr>
        <w:t>PMA3.3</w:t>
      </w:r>
      <w:r w:rsidR="006F3279" w:rsidRPr="00CA4B46">
        <w:rPr>
          <w:i/>
          <w:sz w:val="18"/>
          <w:szCs w:val="18"/>
        </w:rPr>
        <w:t xml:space="preserve">: </w:t>
      </w:r>
      <w:r w:rsidR="00DF470E">
        <w:rPr>
          <w:i/>
          <w:sz w:val="18"/>
          <w:szCs w:val="18"/>
        </w:rPr>
        <w:t>Specific latent heat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F470E" w:rsidP="00935C51">
            <w:pPr>
              <w:spacing w:after="60"/>
              <w:ind w:left="1304"/>
              <w:rPr>
                <w:b/>
                <w:sz w:val="40"/>
                <w:szCs w:val="40"/>
              </w:rPr>
            </w:pPr>
            <w:r>
              <w:rPr>
                <w:b/>
                <w:sz w:val="40"/>
                <w:szCs w:val="40"/>
              </w:rPr>
              <w:t xml:space="preserve">A particle model for </w:t>
            </w:r>
            <w:r w:rsidR="00935C51">
              <w:rPr>
                <w:b/>
                <w:sz w:val="40"/>
                <w:szCs w:val="40"/>
              </w:rPr>
              <w:t>the solid, liquid</w:t>
            </w:r>
            <w:r>
              <w:rPr>
                <w:b/>
                <w:sz w:val="40"/>
                <w:szCs w:val="40"/>
              </w:rPr>
              <w:t xml:space="preserve"> </w:t>
            </w:r>
            <w:r w:rsidR="00935C51">
              <w:rPr>
                <w:b/>
                <w:sz w:val="40"/>
                <w:szCs w:val="40"/>
              </w:rPr>
              <w:t>&amp; gas states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F470E" w:rsidP="0007651D">
            <w:pPr>
              <w:spacing w:before="60" w:after="60"/>
            </w:pPr>
            <w:r w:rsidRPr="00DF470E">
              <w:t>Specific latent heat (of a particular change of state) is the amount of energy needed to change the state of 1 kg of a substance without changing its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F470E" w:rsidP="0007651D">
            <w:pPr>
              <w:spacing w:before="60" w:after="60"/>
              <w:rPr>
                <w:b/>
              </w:rPr>
            </w:pPr>
            <w:r w:rsidRPr="00DF470E">
              <w:t>Describe the arrangement and movement of particles in a substance in the solid, liquid and gas states.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F470E" w:rsidP="000505CA">
            <w:pPr>
              <w:spacing w:before="60" w:after="60"/>
            </w:pPr>
            <w:r>
              <w:t>Particle, vibration, solid state, liquid state, gas state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DF470E">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DF470E">
              <w:rPr>
                <w:sz w:val="20"/>
              </w:rPr>
              <w:t>11</w:t>
            </w:r>
            <w:r w:rsidR="004C5D20">
              <w:rPr>
                <w:sz w:val="20"/>
              </w:rPr>
              <w:t>-1</w:t>
            </w:r>
            <w:r w:rsidR="00DF470E">
              <w:rPr>
                <w:sz w:val="20"/>
              </w:rPr>
              <w:t>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C0E33" w:rsidRDefault="008C0E33" w:rsidP="008C0E33">
      <w:pPr>
        <w:spacing w:after="180"/>
      </w:pPr>
      <w:bookmarkStart w:id="0" w:name="_Hlk507674590"/>
      <w:r>
        <w:t xml:space="preserve">Johnson and </w:t>
      </w:r>
      <w:proofErr w:type="spellStart"/>
      <w:r>
        <w:t>Papageorgiou</w:t>
      </w:r>
      <w:proofErr w:type="spellEnd"/>
      <w:r>
        <w:t xml:space="preserve"> (2010) suggest that the use of a ‘solids, liquids and gases’ framework for teaching may give rise to students misunderstanding the states of matter by inferring that solids, liquids and gases are three different types of matter. ‘Gases’ at room temperature are in fact substances where the forces of attraction between particles are very weak and therefore these forces are overcome, even at room temperature.</w:t>
      </w:r>
    </w:p>
    <w:p w:rsidR="008C0E33" w:rsidRDefault="008C0E33" w:rsidP="008C0E33">
      <w:pPr>
        <w:spacing w:after="180"/>
      </w:pPr>
      <w:r>
        <w:t>It should be noted that use of the term ‘attraction’ is inconsistent with later understanding of a chemical bond as a balance between attraction and repulsion. For this reason, Johnson suggests that alternative terminology, such as ‘ability to hold’ may be preferable.</w:t>
      </w:r>
    </w:p>
    <w:bookmarkEnd w:id="0"/>
    <w:p w:rsidR="008C0E33" w:rsidRDefault="008C0E33" w:rsidP="008C0E33">
      <w:pPr>
        <w:spacing w:after="180"/>
      </w:pPr>
      <w:r>
        <w:t>Research by Johnson (1998) shows that students’ particle diagrams often show the spacing for particles in a liquid as being in between the spacing for the solid state and the gas state.</w:t>
      </w:r>
    </w:p>
    <w:p w:rsidR="008C0E33" w:rsidRDefault="008C0E33" w:rsidP="008C0E33">
      <w:pPr>
        <w:spacing w:after="180"/>
      </w:pPr>
      <w:r>
        <w:t xml:space="preserve">It has also shown that students have very little appreciation of the idea of the intrinsic motion of particles. </w:t>
      </w:r>
    </w:p>
    <w:p w:rsidR="008C0E33" w:rsidRDefault="008C0E33" w:rsidP="008C0E33">
      <w:pPr>
        <w:spacing w:after="180"/>
      </w:pPr>
      <w:r>
        <w:t>Research has found that students often have a very weak understanding of what ‘a gas’ actually is. Evidence suggests that students may benefit from extrapolating the particle model to predict the arrangement and movement of particles that form a substance in the gas state. The particle model in question 3 may then help students to think of ‘a gas’ as being a substance thereby improving their conceptual understanding of ‘a gas’. Linking the model to the arrangement and movement of particles forming a substance in the liquid states may also help students understand changes of state.</w:t>
      </w:r>
    </w:p>
    <w:p w:rsidR="007A748B" w:rsidRPr="002C79AE" w:rsidRDefault="007A748B" w:rsidP="008C0E33">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C0E33" w:rsidP="008C0E33">
      <w:pPr>
        <w:spacing w:after="180"/>
        <w:ind w:left="426" w:hanging="426"/>
      </w:pPr>
      <w:r>
        <w:t>1.</w:t>
      </w:r>
      <w:r>
        <w:tab/>
        <w:t>B</w:t>
      </w:r>
    </w:p>
    <w:p w:rsidR="008C0E33" w:rsidRDefault="008C0E33" w:rsidP="008C0E33">
      <w:pPr>
        <w:spacing w:after="180"/>
        <w:ind w:left="426" w:hanging="426"/>
      </w:pPr>
      <w:r>
        <w:t>2.</w:t>
      </w:r>
      <w:r>
        <w:tab/>
        <w:t>C</w:t>
      </w:r>
    </w:p>
    <w:p w:rsidR="008C0E33" w:rsidRDefault="008C0E33" w:rsidP="008C0E33">
      <w:pPr>
        <w:spacing w:after="180"/>
        <w:ind w:left="426" w:hanging="426"/>
      </w:pPr>
      <w:r>
        <w:t>3.</w:t>
      </w:r>
      <w:r>
        <w:tab/>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D34219" w:rsidRDefault="00D34219" w:rsidP="00D34219">
      <w:pPr>
        <w:spacing w:after="180"/>
      </w:pPr>
      <w:r w:rsidRPr="009C269C">
        <w:t>Question 1</w:t>
      </w:r>
      <w:r>
        <w:t xml:space="preserve"> addresses the intrinsic motion of particles that make up a substance in the solid state.</w:t>
      </w:r>
      <w:r w:rsidR="005B551D">
        <w:t xml:space="preserve"> </w:t>
      </w:r>
      <w:r>
        <w:t>The idea of intrinsic motion for the solid state is the most difficult for students to understand. If students think macroscopically about the particles it is difficult to see why they would be vibrating. For those thinking of particles being embedded ‘in the solid’, the particles certainly wouldn’t be moving.</w:t>
      </w:r>
    </w:p>
    <w:p w:rsidR="00D34219" w:rsidRDefault="00D34219" w:rsidP="00D34219">
      <w:pPr>
        <w:spacing w:after="180"/>
      </w:pPr>
      <w:r w:rsidRPr="00977C31">
        <w:t xml:space="preserve">Question 2 addresses </w:t>
      </w:r>
      <w:r>
        <w:t xml:space="preserve">the </w:t>
      </w:r>
      <w:r w:rsidRPr="00977C31">
        <w:t>spacing</w:t>
      </w:r>
      <w:r>
        <w:t xml:space="preserve"> and motion of particles</w:t>
      </w:r>
      <w:r w:rsidRPr="00977C31">
        <w:t xml:space="preserve">. </w:t>
      </w:r>
      <w:r>
        <w:t>O</w:t>
      </w:r>
      <w:r w:rsidRPr="00977C31">
        <w:t xml:space="preserve">ptions </w:t>
      </w:r>
      <w:r>
        <w:t xml:space="preserve">B, </w:t>
      </w:r>
      <w:r w:rsidRPr="00977C31">
        <w:t xml:space="preserve">C and D are correct for the motion but in </w:t>
      </w:r>
      <w:r>
        <w:t xml:space="preserve">B and </w:t>
      </w:r>
      <w:r w:rsidRPr="00977C31">
        <w:t xml:space="preserve">D the particles are too far apart. </w:t>
      </w:r>
      <w:r>
        <w:t xml:space="preserve">Options A and B are the most likely wrong choices as they both depict a transition from the particle arrangement in the solid state. </w:t>
      </w:r>
      <w:r w:rsidR="005B551D">
        <w:t>(</w:t>
      </w:r>
      <w:r>
        <w:t>Option B has sometimes been used wrongly in textbooks.</w:t>
      </w:r>
      <w:r w:rsidR="005B551D">
        <w:t>)</w:t>
      </w:r>
      <w:r>
        <w:t xml:space="preserve"> </w:t>
      </w:r>
    </w:p>
    <w:p w:rsidR="00D34219" w:rsidRPr="00977C31" w:rsidRDefault="00D34219" w:rsidP="00F338E6">
      <w:pPr>
        <w:spacing w:after="180"/>
      </w:pPr>
      <w:r w:rsidRPr="00977C31">
        <w:t xml:space="preserve">The idea of intrinsic motion is easier for the liquid state than the solid state probably because bulk movement within the liquid state is familiar to students. </w:t>
      </w:r>
      <w:r w:rsidR="005B551D">
        <w:t xml:space="preserve">If students imagine </w:t>
      </w:r>
      <w:r w:rsidRPr="00977C31">
        <w:t xml:space="preserve">a sample of water </w:t>
      </w:r>
      <w:r w:rsidR="005B551D">
        <w:t xml:space="preserve">that is not flowing, </w:t>
      </w:r>
      <w:r w:rsidRPr="00977C31">
        <w:t>some who are thinking macroscopically may choose option A</w:t>
      </w:r>
      <w:r>
        <w:t>.</w:t>
      </w:r>
      <w:r w:rsidR="005B551D">
        <w:t xml:space="preserve"> </w:t>
      </w:r>
    </w:p>
    <w:p w:rsidR="00F338E6" w:rsidRDefault="00F338E6" w:rsidP="00F338E6">
      <w:pPr>
        <w:spacing w:after="180"/>
      </w:pPr>
      <w:r w:rsidRPr="00597D4C">
        <w:t xml:space="preserve">Question </w:t>
      </w:r>
      <w:r>
        <w:t>3</w:t>
      </w:r>
      <w:r w:rsidRPr="00597D4C">
        <w:t xml:space="preserve"> addresses intrinsic motion and spacing for the gas state. Options B and D are correct for the motion, but in B the particles are too close together (although one could argue about the pressure – the </w:t>
      </w:r>
      <w:r>
        <w:t>question does not</w:t>
      </w:r>
      <w:r w:rsidRPr="00597D4C">
        <w:t xml:space="preserve"> impl</w:t>
      </w:r>
      <w:r>
        <w:t xml:space="preserve">y other than ‘normal’ pressure). </w:t>
      </w:r>
      <w:r w:rsidRPr="00597D4C">
        <w:t xml:space="preserve">However, some of these students may be thinking of particles being embedded in the continuous substance where the ‘gas’ would allow the unimpeded motion (unlike ‘swimming in ‘a liquid’ or being stuck ‘in a solid’). Few are likely to choose A or C. </w:t>
      </w:r>
    </w:p>
    <w:p w:rsidR="00A01222" w:rsidRDefault="00A01222" w:rsidP="006F06EB">
      <w:pPr>
        <w:spacing w:after="180"/>
      </w:pPr>
      <w:r w:rsidRPr="004F039C">
        <w:t xml:space="preserve">If students have </w:t>
      </w:r>
      <w:r w:rsidR="004B1C32">
        <w:t>misunderstanding</w:t>
      </w:r>
      <w:r w:rsidRPr="004F039C">
        <w:t xml:space="preserve">s about </w:t>
      </w:r>
      <w:r w:rsidR="00F338E6">
        <w:t>describing</w:t>
      </w:r>
      <w:r w:rsidR="00F338E6" w:rsidRPr="00DF470E">
        <w:t xml:space="preserve"> the arrangement and movement of particles in a substance in the solid, liquid and gas states</w:t>
      </w:r>
      <w:r w:rsidRPr="004F039C">
        <w:t xml:space="preserve">, </w:t>
      </w:r>
      <w:r w:rsidR="00FB2467">
        <w:t xml:space="preserve">it </w:t>
      </w:r>
      <w:r w:rsidR="006D550E">
        <w:t>can help</w:t>
      </w:r>
      <w:r w:rsidR="00FB2467">
        <w:t xml:space="preserve"> </w:t>
      </w:r>
      <w:r w:rsidR="00F87ECC">
        <w:t>to discuss and make clear the links between the particle model and observations that can be made about substances that are in their solid, liquid or gas state</w:t>
      </w:r>
      <w:r>
        <w:t xml:space="preserve">. </w:t>
      </w:r>
      <w:r w:rsidR="00F87ECC">
        <w:t>Careful questioning should elicit, for example, the understanding that particles in a solid vibrate</w:t>
      </w:r>
      <w:r w:rsidR="00945B42">
        <w:t>: they cannot be moving around as the solid does not flow, but we know they vibrate because</w:t>
      </w:r>
      <w:r w:rsidR="00F87ECC">
        <w:t xml:space="preserve"> they </w:t>
      </w:r>
      <w:r w:rsidR="00945B42">
        <w:t>sometimes</w:t>
      </w:r>
      <w:r w:rsidR="00F87ECC">
        <w:t xml:space="preserve"> vibrate so much that they </w:t>
      </w:r>
      <w:r w:rsidR="00945B42">
        <w:t xml:space="preserve">can </w:t>
      </w:r>
      <w:r w:rsidR="00F87ECC">
        <w:t xml:space="preserve">damage skin </w:t>
      </w:r>
      <w:r w:rsidR="00945B42">
        <w:t xml:space="preserve">and </w:t>
      </w:r>
      <w:r w:rsidR="00F87ECC">
        <w:t>caus</w:t>
      </w:r>
      <w:r w:rsidR="00945B42">
        <w:t>e</w:t>
      </w:r>
      <w:r w:rsidR="00F87ECC">
        <w:t xml:space="preserve"> a burn</w:t>
      </w:r>
      <w:r w:rsidR="006D550E">
        <w:t xml:space="preserve"> when one is touched</w:t>
      </w:r>
      <w:r w:rsidR="00F87ECC">
        <w:t xml:space="preserve">. </w:t>
      </w:r>
      <w:r w:rsidR="00945B42">
        <w:t>Similarly, e</w:t>
      </w:r>
      <w:r w:rsidR="00F87ECC">
        <w:t xml:space="preserve">xamining diagrams of </w:t>
      </w:r>
      <w:r w:rsidR="00945B42">
        <w:t xml:space="preserve">substances in their </w:t>
      </w:r>
      <w:r w:rsidR="00F87ECC">
        <w:t xml:space="preserve">liquid </w:t>
      </w:r>
      <w:r w:rsidR="00945B42">
        <w:t>or</w:t>
      </w:r>
      <w:r w:rsidR="00F87ECC">
        <w:t xml:space="preserve"> gas</w:t>
      </w:r>
      <w:r w:rsidR="00945B42">
        <w:t xml:space="preserve"> states</w:t>
      </w:r>
      <w:r w:rsidR="00F87ECC">
        <w:t xml:space="preserve">, students should be able to </w:t>
      </w:r>
      <w:bookmarkStart w:id="1" w:name="_GoBack"/>
      <w:bookmarkEnd w:id="1"/>
      <w:r w:rsidR="00F87ECC">
        <w:t>predict approximately how much each can be squashed as particles are pushed into the gaps</w:t>
      </w:r>
      <w:r w:rsidR="00945B42">
        <w:t xml:space="preserve"> between them</w:t>
      </w:r>
      <w:r w:rsidR="00F87ECC">
        <w:t xml:space="preserve">. The correct diagrams can be confirmed by using a syringe, to compress air </w:t>
      </w:r>
      <w:r w:rsidR="00945B42">
        <w:t>by a large amount</w:t>
      </w:r>
      <w:r w:rsidR="00F87ECC">
        <w:t>, but water not at all.</w:t>
      </w:r>
      <w:r w:rsidR="005B551D">
        <w:t xml:space="preserve"> </w:t>
      </w:r>
    </w:p>
    <w:p w:rsidR="00945B42" w:rsidRDefault="00945B42" w:rsidP="006F06EB">
      <w:pPr>
        <w:spacing w:after="180"/>
      </w:pPr>
      <w:r>
        <w:t xml:space="preserve">For some students, resources in the following BEST ‘11-14 Key concept’ could be used to challenge misunderstandings and to consolidate understanding of the particle model in follow up to this diagnostic question: </w:t>
      </w:r>
    </w:p>
    <w:p w:rsidR="00945B42" w:rsidRPr="00A6111E" w:rsidRDefault="00945B42" w:rsidP="00945B42">
      <w:pPr>
        <w:pStyle w:val="ListParagraph"/>
        <w:numPr>
          <w:ilvl w:val="0"/>
          <w:numId w:val="4"/>
        </w:numPr>
        <w:spacing w:after="180"/>
      </w:pPr>
      <w:r>
        <w:t>Chemistry key concept - CPS1.1 Particle model for the solid, liquid and gas states.</w:t>
      </w:r>
      <w:r w:rsidR="005B551D">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rsidRPr="006F06EB">
        <w:t xml:space="preserve">by </w:t>
      </w:r>
      <w:r w:rsidR="007D536F" w:rsidRPr="006F06EB">
        <w:t>Peter Fairhurst</w:t>
      </w:r>
      <w:r w:rsidR="0015356E" w:rsidRPr="006F06EB">
        <w:t xml:space="preserve"> (UYSEG), </w:t>
      </w:r>
      <w:r w:rsidR="00422AE4" w:rsidRPr="006F06EB">
        <w:t>based on the</w:t>
      </w:r>
      <w:r w:rsidRPr="006F06EB">
        <w:t xml:space="preserve"> </w:t>
      </w:r>
      <w:r w:rsidR="00935C51" w:rsidRPr="006F06EB">
        <w:t>BEST diagnostic questions</w:t>
      </w:r>
      <w:r w:rsidR="006F06EB">
        <w:t>:</w:t>
      </w:r>
      <w:r w:rsidR="00935C51" w:rsidRPr="006F06EB">
        <w:t xml:space="preserve"> </w:t>
      </w:r>
      <w:r w:rsidR="006F06EB" w:rsidRPr="006F06EB">
        <w:rPr>
          <w:i/>
        </w:rPr>
        <w:t xml:space="preserve">CPS1.1 A particle model for the solid and liquid states </w:t>
      </w:r>
      <w:r w:rsidR="006F06EB" w:rsidRPr="006F06EB">
        <w:t xml:space="preserve">and </w:t>
      </w:r>
      <w:r w:rsidR="006F06EB" w:rsidRPr="006F06EB">
        <w:rPr>
          <w:i/>
        </w:rPr>
        <w:t xml:space="preserve">CPS1.1 </w:t>
      </w:r>
      <w:proofErr w:type="gramStart"/>
      <w:r w:rsidR="006F06EB" w:rsidRPr="006F06EB">
        <w:rPr>
          <w:i/>
        </w:rPr>
        <w:t>A</w:t>
      </w:r>
      <w:proofErr w:type="gramEnd"/>
      <w:r w:rsidR="006F06EB" w:rsidRPr="006F06EB">
        <w:rPr>
          <w:i/>
        </w:rPr>
        <w:t xml:space="preserve"> particle model for the gas state</w:t>
      </w:r>
      <w:r w:rsidRPr="006F06EB">
        <w:t xml:space="preserve"> </w:t>
      </w:r>
      <w:r w:rsidR="006F06EB" w:rsidRPr="006F06EB">
        <w:t xml:space="preserve">that were developed </w:t>
      </w:r>
      <w:r w:rsidRPr="006F06EB">
        <w:t xml:space="preserve">by </w:t>
      </w:r>
      <w:r w:rsidR="00935C51" w:rsidRPr="006F06EB">
        <w:t>Helen Harden</w:t>
      </w:r>
      <w:r w:rsidRPr="006F06EB">
        <w:t xml:space="preserve"> (</w:t>
      </w:r>
      <w:r w:rsidR="00935C51" w:rsidRPr="006F06EB">
        <w:t>UYSEG</w:t>
      </w:r>
      <w:r w:rsidRPr="006F06EB">
        <w:t>).</w:t>
      </w:r>
      <w:r w:rsidR="008846CF" w:rsidRPr="008846CF">
        <w:t xml:space="preserve"> </w:t>
      </w:r>
      <w:r w:rsidR="008846CF">
        <w:t xml:space="preserve">Helen Harden in turn developed these questions </w:t>
      </w:r>
      <w:r w:rsidR="008846CF" w:rsidRPr="00792E67">
        <w:t xml:space="preserve">from </w:t>
      </w:r>
      <w:r w:rsidR="008846CF">
        <w:t>ones selected from a collection of ASK items devised for research by Philip Johnson and teacher support material developed for York Science by Andrew Hunt.</w:t>
      </w:r>
    </w:p>
    <w:p w:rsidR="00CC78A5" w:rsidRDefault="00D278E8" w:rsidP="00E172C6">
      <w:pPr>
        <w:spacing w:after="180"/>
      </w:pPr>
      <w:r w:rsidRPr="0045323E">
        <w:t xml:space="preserve">Images: </w:t>
      </w:r>
      <w:r w:rsidR="007D536F">
        <w:t>Peter Fairhurst (UYSEG)</w:t>
      </w:r>
      <w:r w:rsidR="006F06EB">
        <w:t>.</w:t>
      </w:r>
    </w:p>
    <w:p w:rsidR="00B46FF9" w:rsidRDefault="003117F6" w:rsidP="00E24309">
      <w:pPr>
        <w:spacing w:after="180"/>
        <w:rPr>
          <w:b/>
          <w:color w:val="5F497A" w:themeColor="accent4" w:themeShade="BF"/>
          <w:sz w:val="24"/>
        </w:rPr>
      </w:pPr>
      <w:r w:rsidRPr="002C79AE">
        <w:rPr>
          <w:b/>
          <w:color w:val="5F497A" w:themeColor="accent4" w:themeShade="BF"/>
          <w:sz w:val="24"/>
        </w:rPr>
        <w:t>References</w:t>
      </w:r>
    </w:p>
    <w:p w:rsidR="008C0E33" w:rsidRDefault="008C0E33" w:rsidP="008C0E33">
      <w:pPr>
        <w:tabs>
          <w:tab w:val="left" w:pos="426"/>
        </w:tabs>
        <w:spacing w:after="180"/>
        <w:ind w:left="426" w:hanging="426"/>
      </w:pPr>
      <w:r>
        <w:t xml:space="preserve">Johnson, P. (1998). Progression in children’s understanding of a ‘basic’ particle theory: a longitudinal study. </w:t>
      </w:r>
      <w:r w:rsidRPr="00774666">
        <w:rPr>
          <w:i/>
        </w:rPr>
        <w:t>International Journal of Science Education</w:t>
      </w:r>
      <w:r>
        <w:rPr>
          <w:i/>
        </w:rPr>
        <w:t>.</w:t>
      </w:r>
      <w:r>
        <w:t xml:space="preserve"> 20(4) 393-412</w:t>
      </w:r>
    </w:p>
    <w:p w:rsidR="008C0E33" w:rsidRDefault="008C0E33" w:rsidP="008C0E33">
      <w:pPr>
        <w:tabs>
          <w:tab w:val="left" w:pos="426"/>
        </w:tabs>
        <w:spacing w:after="180"/>
        <w:ind w:left="426" w:hanging="426"/>
      </w:pPr>
      <w:r>
        <w:t xml:space="preserve">Johnson, P. and </w:t>
      </w:r>
      <w:proofErr w:type="spellStart"/>
      <w:r>
        <w:t>Papageorgiou</w:t>
      </w:r>
      <w:proofErr w:type="spellEnd"/>
      <w:r>
        <w:t xml:space="preserve">, G. (2010). </w:t>
      </w:r>
      <w:r w:rsidRPr="00DC02AA">
        <w:t>Rethinking the Introduction of Particle Theory: A Substance-based framework</w:t>
      </w:r>
      <w:r>
        <w:t xml:space="preserve">. </w:t>
      </w:r>
      <w:r w:rsidRPr="00774666">
        <w:rPr>
          <w:i/>
        </w:rPr>
        <w:t>Journal of Research in Science Teaching</w:t>
      </w:r>
      <w:r>
        <w:rPr>
          <w:i/>
        </w:rPr>
        <w:t>.</w:t>
      </w:r>
      <w:r w:rsidRPr="00774666">
        <w:rPr>
          <w:i/>
        </w:rPr>
        <w:t xml:space="preserve"> </w:t>
      </w:r>
      <w:r>
        <w:t>42(2) 130-150</w:t>
      </w:r>
    </w:p>
    <w:p w:rsidR="008C0E33" w:rsidRPr="009D500B" w:rsidRDefault="008C0E33" w:rsidP="008C0E33">
      <w:pPr>
        <w:widowControl w:val="0"/>
        <w:tabs>
          <w:tab w:val="left" w:pos="426"/>
        </w:tabs>
        <w:autoSpaceDE w:val="0"/>
        <w:autoSpaceDN w:val="0"/>
        <w:adjustRightInd w:val="0"/>
        <w:ind w:left="426" w:hanging="426"/>
        <w:rPr>
          <w:rFonts w:cstheme="minorHAnsi"/>
          <w:szCs w:val="24"/>
        </w:rPr>
      </w:pPr>
      <w:bookmarkStart w:id="2" w:name="_Hlk516748155"/>
      <w:r w:rsidRPr="009D500B">
        <w:rPr>
          <w:rFonts w:cstheme="minorHAnsi"/>
          <w:szCs w:val="24"/>
        </w:rPr>
        <w:t xml:space="preserve">Johnson, P. (2012). Introducing particle theory. In Taber, K. (ed.) </w:t>
      </w:r>
      <w:r w:rsidRPr="009D500B">
        <w:rPr>
          <w:rFonts w:cstheme="minorHAnsi"/>
          <w:i/>
          <w:iCs/>
          <w:szCs w:val="24"/>
        </w:rPr>
        <w:t xml:space="preserve">ASE Science Practice: Teaching Secondary Chemistry. </w:t>
      </w:r>
      <w:r w:rsidRPr="009D500B">
        <w:rPr>
          <w:rFonts w:cstheme="minorHAnsi"/>
          <w:szCs w:val="24"/>
        </w:rPr>
        <w:t>New edition ed. London: Hodder Education.</w:t>
      </w:r>
    </w:p>
    <w:bookmarkEnd w:id="2"/>
    <w:p w:rsidR="008C0E33" w:rsidRDefault="008C0E33" w:rsidP="00E24309">
      <w:pPr>
        <w:spacing w:after="180"/>
        <w:rPr>
          <w:b/>
          <w:color w:val="5F497A" w:themeColor="accent4" w:themeShade="BF"/>
          <w:sz w:val="24"/>
        </w:rPr>
      </w:pPr>
    </w:p>
    <w:sectPr w:rsidR="008C0E33"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00" w:rsidRDefault="00297300" w:rsidP="000B473B">
      <w:r>
        <w:separator/>
      </w:r>
    </w:p>
  </w:endnote>
  <w:endnote w:type="continuationSeparator" w:id="0">
    <w:p w:rsidR="00297300" w:rsidRDefault="0029730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9237F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550E">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00" w:rsidRDefault="00297300" w:rsidP="000B473B">
      <w:r>
        <w:separator/>
      </w:r>
    </w:p>
  </w:footnote>
  <w:footnote w:type="continuationSeparator" w:id="0">
    <w:p w:rsidR="00297300" w:rsidRDefault="0029730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7BB4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62CA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ED7EFB"/>
    <w:multiLevelType w:val="hybridMultilevel"/>
    <w:tmpl w:val="863AC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300"/>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651F8"/>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97300"/>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22AE4"/>
    <w:rsid w:val="00430C1F"/>
    <w:rsid w:val="00442595"/>
    <w:rsid w:val="0045323E"/>
    <w:rsid w:val="004974B9"/>
    <w:rsid w:val="004B0EE1"/>
    <w:rsid w:val="004B1C32"/>
    <w:rsid w:val="004C5D20"/>
    <w:rsid w:val="004D0D83"/>
    <w:rsid w:val="004E1DF1"/>
    <w:rsid w:val="004E5592"/>
    <w:rsid w:val="0050055B"/>
    <w:rsid w:val="00524710"/>
    <w:rsid w:val="00535269"/>
    <w:rsid w:val="00555342"/>
    <w:rsid w:val="005560E2"/>
    <w:rsid w:val="005A452E"/>
    <w:rsid w:val="005A6EE7"/>
    <w:rsid w:val="005B551D"/>
    <w:rsid w:val="005F1A7B"/>
    <w:rsid w:val="005F6E34"/>
    <w:rsid w:val="006355D8"/>
    <w:rsid w:val="00642ECD"/>
    <w:rsid w:val="006502A0"/>
    <w:rsid w:val="006772F5"/>
    <w:rsid w:val="006A4440"/>
    <w:rsid w:val="006B0615"/>
    <w:rsid w:val="006D166B"/>
    <w:rsid w:val="006D550E"/>
    <w:rsid w:val="006F06EB"/>
    <w:rsid w:val="006F3279"/>
    <w:rsid w:val="00704AEE"/>
    <w:rsid w:val="00717222"/>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846CF"/>
    <w:rsid w:val="008A405F"/>
    <w:rsid w:val="008C0E33"/>
    <w:rsid w:val="008C7F34"/>
    <w:rsid w:val="008E580C"/>
    <w:rsid w:val="0090047A"/>
    <w:rsid w:val="00925026"/>
    <w:rsid w:val="00931264"/>
    <w:rsid w:val="00935C51"/>
    <w:rsid w:val="00942A4B"/>
    <w:rsid w:val="00945B42"/>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25950"/>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34219"/>
    <w:rsid w:val="00D421E8"/>
    <w:rsid w:val="00D44604"/>
    <w:rsid w:val="00D479B3"/>
    <w:rsid w:val="00D52283"/>
    <w:rsid w:val="00D524E5"/>
    <w:rsid w:val="00D72FEF"/>
    <w:rsid w:val="00D755FA"/>
    <w:rsid w:val="00DC4A4E"/>
    <w:rsid w:val="00DC5F4F"/>
    <w:rsid w:val="00DD1874"/>
    <w:rsid w:val="00DD63BD"/>
    <w:rsid w:val="00DF05DB"/>
    <w:rsid w:val="00DF470E"/>
    <w:rsid w:val="00DF7E20"/>
    <w:rsid w:val="00E172C6"/>
    <w:rsid w:val="00E24309"/>
    <w:rsid w:val="00E37F0A"/>
    <w:rsid w:val="00E53D82"/>
    <w:rsid w:val="00E9330A"/>
    <w:rsid w:val="00EE6B97"/>
    <w:rsid w:val="00F12C3B"/>
    <w:rsid w:val="00F2483A"/>
    <w:rsid w:val="00F26884"/>
    <w:rsid w:val="00F338E6"/>
    <w:rsid w:val="00F72ECC"/>
    <w:rsid w:val="00F8355F"/>
    <w:rsid w:val="00F87ECC"/>
    <w:rsid w:val="00FA3196"/>
    <w:rsid w:val="00FB2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EB9C0"/>
  <w15:docId w15:val="{6E62E170-2D0C-47BC-B768-AB0F7202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22760751">
      <w:bodyDiv w:val="1"/>
      <w:marLeft w:val="0"/>
      <w:marRight w:val="0"/>
      <w:marTop w:val="0"/>
      <w:marBottom w:val="0"/>
      <w:divBdr>
        <w:top w:val="none" w:sz="0" w:space="0" w:color="auto"/>
        <w:left w:val="none" w:sz="0" w:space="0" w:color="auto"/>
        <w:bottom w:val="none" w:sz="0" w:space="0" w:color="auto"/>
        <w:right w:val="none" w:sz="0" w:space="0" w:color="auto"/>
      </w:divBdr>
    </w:div>
    <w:div w:id="1081829431">
      <w:bodyDiv w:val="1"/>
      <w:marLeft w:val="0"/>
      <w:marRight w:val="0"/>
      <w:marTop w:val="0"/>
      <w:marBottom w:val="0"/>
      <w:divBdr>
        <w:top w:val="none" w:sz="0" w:space="0" w:color="auto"/>
        <w:left w:val="none" w:sz="0" w:space="0" w:color="auto"/>
        <w:bottom w:val="none" w:sz="0" w:space="0" w:color="auto"/>
        <w:right w:val="none" w:sz="0" w:space="0" w:color="auto"/>
      </w:divBdr>
    </w:div>
    <w:div w:id="1201936179">
      <w:bodyDiv w:val="1"/>
      <w:marLeft w:val="0"/>
      <w:marRight w:val="0"/>
      <w:marTop w:val="0"/>
      <w:marBottom w:val="0"/>
      <w:divBdr>
        <w:top w:val="none" w:sz="0" w:space="0" w:color="auto"/>
        <w:left w:val="none" w:sz="0" w:space="0" w:color="auto"/>
        <w:bottom w:val="none" w:sz="0" w:space="0" w:color="auto"/>
        <w:right w:val="none" w:sz="0" w:space="0" w:color="auto"/>
      </w:divBdr>
    </w:div>
    <w:div w:id="204828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123</TotalTime>
  <Pages>5</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2020-07-29T08:38:00Z</dcterms:created>
  <dcterms:modified xsi:type="dcterms:W3CDTF">2020-08-07T08:18:00Z</dcterms:modified>
</cp:coreProperties>
</file>